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B07" w:rsidRPr="002A311B" w:rsidRDefault="002A4B07" w:rsidP="002A311B">
      <w:pPr>
        <w:spacing w:after="0"/>
        <w:jc w:val="center"/>
        <w:rPr>
          <w:sz w:val="24"/>
          <w:szCs w:val="24"/>
        </w:rPr>
      </w:pPr>
      <w:r w:rsidRPr="002A311B">
        <w:rPr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72pt;height:50.2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Science Reflection"/>
          </v:shape>
        </w:pict>
      </w:r>
    </w:p>
    <w:p w:rsidR="002A4B07" w:rsidRPr="002A311B" w:rsidRDefault="002A4B07" w:rsidP="003E6F22">
      <w:pPr>
        <w:spacing w:after="0"/>
        <w:rPr>
          <w:sz w:val="24"/>
          <w:szCs w:val="24"/>
        </w:rPr>
      </w:pPr>
      <w:r w:rsidRPr="002A311B">
        <w:rPr>
          <w:sz w:val="24"/>
          <w:szCs w:val="24"/>
        </w:rPr>
        <w:tab/>
        <w:t>In my science fair project about cooling a can of lemonade, I learned efficient ways of freezing a liquid and how fast it takes them to freeze. I learned that a refrigerator cannot freeze a liquid, and that plain ice takes only five minutes to freeze a liquid. I also learned about the scientific method. The scientific method is a series of techniques used to investigate curiosity, acquire new knowledge, and correct previous knowledge. It involves a big question, a hypothesis, procedure, materials, observations, and results. I was interested in this project because it involved conducting an experiment and collecting data. I was also able to learn things that would be useful in everyday life.</w:t>
      </w:r>
    </w:p>
    <w:p w:rsidR="002A4B07" w:rsidRPr="002A311B" w:rsidRDefault="002A4B07" w:rsidP="003E6F22">
      <w:pPr>
        <w:spacing w:after="0"/>
        <w:rPr>
          <w:sz w:val="24"/>
          <w:szCs w:val="24"/>
        </w:rPr>
      </w:pPr>
      <w:r w:rsidRPr="002A311B">
        <w:rPr>
          <w:sz w:val="24"/>
          <w:szCs w:val="24"/>
        </w:rPr>
        <w:tab/>
        <w:t>The information I learned from this project could help me in everyday life for many reasons. First, I know the fastest way to freeze liquid using everyday methods. Second, I know many temperatures of certain cooling methods. And lastly, I know how much time each cooling method takes to freeze</w:t>
      </w:r>
      <w:bookmarkStart w:id="0" w:name="_GoBack"/>
      <w:bookmarkEnd w:id="0"/>
      <w:r w:rsidRPr="002A311B">
        <w:rPr>
          <w:sz w:val="24"/>
          <w:szCs w:val="24"/>
        </w:rPr>
        <w:t xml:space="preserve"> a liquid.</w:t>
      </w:r>
    </w:p>
    <w:sectPr w:rsidR="002A4B07" w:rsidRPr="002A311B" w:rsidSect="009961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6F22"/>
    <w:rsid w:val="002A311B"/>
    <w:rsid w:val="002A4B07"/>
    <w:rsid w:val="003E6F22"/>
    <w:rsid w:val="006C3693"/>
    <w:rsid w:val="00704B4C"/>
    <w:rsid w:val="0087288B"/>
    <w:rsid w:val="009961E9"/>
    <w:rsid w:val="00A40F6C"/>
    <w:rsid w:val="00A6162E"/>
    <w:rsid w:val="00C47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1E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1</Pages>
  <Words>150</Words>
  <Characters>858</Characters>
  <Application>Microsoft Office Outlook</Application>
  <DocSecurity>0</DocSecurity>
  <Lines>0</Lines>
  <Paragraphs>0</Paragraphs>
  <ScaleCrop>false</ScaleCrop>
  <Company>Franklin Township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Beaudoin</dc:creator>
  <cp:keywords/>
  <dc:description/>
  <cp:lastModifiedBy>Franklin Township School</cp:lastModifiedBy>
  <cp:revision>4</cp:revision>
  <dcterms:created xsi:type="dcterms:W3CDTF">2012-05-02T18:08:00Z</dcterms:created>
  <dcterms:modified xsi:type="dcterms:W3CDTF">2012-05-07T17:35:00Z</dcterms:modified>
</cp:coreProperties>
</file>